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53539EC6"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F250F6">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5D93D06B" w:rsidR="00F1480E" w:rsidRPr="000754EC" w:rsidRDefault="00E933B0" w:rsidP="000754EC">
            <w:pPr>
              <w:pStyle w:val="SIUNITCODE"/>
            </w:pPr>
            <w:r>
              <w:t>AHC</w:t>
            </w:r>
            <w:r w:rsidR="00AB51ED">
              <w:t>BAC</w:t>
            </w:r>
            <w:r w:rsidR="00586D6B">
              <w:t>2</w:t>
            </w:r>
            <w:r w:rsidR="00AB51ED">
              <w:t>0</w:t>
            </w:r>
            <w:r w:rsidR="00756458">
              <w:t>4</w:t>
            </w:r>
          </w:p>
        </w:tc>
        <w:tc>
          <w:tcPr>
            <w:tcW w:w="3604" w:type="pct"/>
            <w:shd w:val="clear" w:color="auto" w:fill="auto"/>
          </w:tcPr>
          <w:p w14:paraId="68240ED7" w14:textId="68725C13" w:rsidR="00F1480E" w:rsidRPr="000754EC" w:rsidRDefault="00756458" w:rsidP="000754EC">
            <w:pPr>
              <w:pStyle w:val="SIUnittitle"/>
            </w:pPr>
            <w:r w:rsidRPr="00756458">
              <w:t>Prepare grain storages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4CCA1A88" w14:textId="77777777" w:rsidR="00756458" w:rsidRPr="00756458" w:rsidRDefault="00756458" w:rsidP="00756458">
            <w:pPr>
              <w:pStyle w:val="SIText"/>
            </w:pPr>
            <w:r w:rsidRPr="00756458">
              <w:t>This unit of competency describes the skills and knowledge required to safely prepare storages, surrounding areas and equipment in readiness for receiving grain at an acceptable level of hygiene. This unit applies to workers in specialist grain storages or on grain farms.</w:t>
            </w:r>
          </w:p>
          <w:p w14:paraId="0C544039" w14:textId="77777777" w:rsidR="00756458" w:rsidRPr="00756458" w:rsidRDefault="00756458" w:rsidP="00756458">
            <w:pPr>
              <w:pStyle w:val="SIText"/>
            </w:pPr>
          </w:p>
          <w:p w14:paraId="17306F93" w14:textId="3B8E523E" w:rsidR="00756458" w:rsidRPr="00756458" w:rsidRDefault="00CE4018" w:rsidP="00756458">
            <w:pPr>
              <w:pStyle w:val="SIText"/>
            </w:pPr>
            <w:r>
              <w:t>The unit applies to individuals</w:t>
            </w:r>
            <w:r w:rsidR="00756458" w:rsidRPr="00756458">
              <w:t xml:space="preserve"> who work under general supervision and exercise limited autonomy with some accountability for own work. They undertake defined activities and work in a structured context.</w:t>
            </w:r>
          </w:p>
          <w:p w14:paraId="38351BF7" w14:textId="77777777" w:rsidR="00756458" w:rsidRPr="00756458" w:rsidRDefault="00756458" w:rsidP="00756458">
            <w:pPr>
              <w:pStyle w:val="SIText"/>
            </w:pPr>
          </w:p>
          <w:p w14:paraId="034C6C33" w14:textId="5DF5E106" w:rsidR="00373436" w:rsidRPr="000754EC" w:rsidRDefault="00872A59" w:rsidP="00756458">
            <w:pPr>
              <w:pStyle w:val="SIText"/>
            </w:pPr>
            <w:r>
              <w:t xml:space="preserve">No licensing, legislative or certification requirements apply to this unit at the time of publication. </w:t>
            </w:r>
            <w:r w:rsidR="00756458" w:rsidRPr="00756458">
              <w:t xml:space="preserve"> However, all work in confined spaces must comply with state and federal legislation requirements.</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49CBA8BD"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61EDA" w:rsidRPr="00963A46" w14:paraId="2F5B2555" w14:textId="77777777" w:rsidTr="00CA2922">
        <w:trPr>
          <w:cantSplit/>
        </w:trPr>
        <w:tc>
          <w:tcPr>
            <w:tcW w:w="1396" w:type="pct"/>
            <w:shd w:val="clear" w:color="auto" w:fill="auto"/>
          </w:tcPr>
          <w:p w14:paraId="06314A52" w14:textId="5CA1B910" w:rsidR="00B61EDA" w:rsidRPr="00B61EDA" w:rsidRDefault="00B61EDA" w:rsidP="00B61EDA">
            <w:pPr>
              <w:pStyle w:val="SIText"/>
            </w:pPr>
            <w:r w:rsidRPr="00B61EDA">
              <w:t>1. Prepare to work in bulk material storage area</w:t>
            </w:r>
          </w:p>
        </w:tc>
        <w:tc>
          <w:tcPr>
            <w:tcW w:w="3604" w:type="pct"/>
            <w:shd w:val="clear" w:color="auto" w:fill="auto"/>
          </w:tcPr>
          <w:p w14:paraId="434573AD" w14:textId="2854BC5B" w:rsidR="00B61EDA" w:rsidRPr="00B61EDA" w:rsidRDefault="00B61EDA" w:rsidP="00B61EDA">
            <w:r w:rsidRPr="00B61EDA">
              <w:t xml:space="preserve">1.1 </w:t>
            </w:r>
            <w:r w:rsidR="002064C5">
              <w:t>Confirm</w:t>
            </w:r>
            <w:r w:rsidR="002064C5" w:rsidRPr="00B61EDA">
              <w:t xml:space="preserve"> </w:t>
            </w:r>
            <w:r w:rsidRPr="00B61EDA">
              <w:t xml:space="preserve">work program </w:t>
            </w:r>
            <w:r w:rsidR="005D7753">
              <w:t xml:space="preserve">instructions </w:t>
            </w:r>
            <w:r w:rsidRPr="00B61EDA">
              <w:t xml:space="preserve">and clarify </w:t>
            </w:r>
            <w:r w:rsidR="002064C5">
              <w:t xml:space="preserve">anomalies </w:t>
            </w:r>
            <w:r w:rsidRPr="00B61EDA">
              <w:t>with supervisor</w:t>
            </w:r>
          </w:p>
          <w:p w14:paraId="5A739E05" w14:textId="77777777" w:rsidR="00B61EDA" w:rsidRPr="00B61EDA" w:rsidRDefault="00B61EDA" w:rsidP="00B61EDA">
            <w:r w:rsidRPr="00B61EDA">
              <w:t>1.2 Identify work health and safety hazards in grain storage and report to supervisor and implement suitable controls</w:t>
            </w:r>
          </w:p>
          <w:p w14:paraId="20820E6B" w14:textId="55CAC753" w:rsidR="00B61EDA" w:rsidRPr="00B61EDA" w:rsidRDefault="00B61EDA" w:rsidP="00B61EDA">
            <w:r w:rsidRPr="00B61EDA">
              <w:t xml:space="preserve">1.3 Select, </w:t>
            </w:r>
            <w:r w:rsidR="00735FFF">
              <w:t xml:space="preserve">check, </w:t>
            </w:r>
            <w:r w:rsidRPr="00B61EDA">
              <w:t>use and maintain personal protective equipment</w:t>
            </w:r>
          </w:p>
          <w:p w14:paraId="1696B99B" w14:textId="3E3167C2" w:rsidR="00B61EDA" w:rsidRPr="00B61EDA" w:rsidRDefault="00B61EDA">
            <w:r w:rsidRPr="00B61EDA">
              <w:t>1.4 Select, prepare and maintain equipment and tools</w:t>
            </w:r>
            <w:r w:rsidR="002064C5">
              <w:t xml:space="preserve"> </w:t>
            </w:r>
          </w:p>
        </w:tc>
      </w:tr>
      <w:tr w:rsidR="00B61EDA" w:rsidRPr="00963A46" w14:paraId="6D79A7FA" w14:textId="77777777" w:rsidTr="00CA2922">
        <w:trPr>
          <w:cantSplit/>
        </w:trPr>
        <w:tc>
          <w:tcPr>
            <w:tcW w:w="1396" w:type="pct"/>
            <w:shd w:val="clear" w:color="auto" w:fill="auto"/>
          </w:tcPr>
          <w:p w14:paraId="56B4064B" w14:textId="382CCC3E" w:rsidR="00B61EDA" w:rsidRPr="00B61EDA" w:rsidRDefault="00B61EDA" w:rsidP="00B61EDA">
            <w:pPr>
              <w:pStyle w:val="SIText"/>
            </w:pPr>
            <w:r w:rsidRPr="00B61EDA">
              <w:t>2. Prepare storage area</w:t>
            </w:r>
          </w:p>
        </w:tc>
        <w:tc>
          <w:tcPr>
            <w:tcW w:w="3604" w:type="pct"/>
            <w:shd w:val="clear" w:color="auto" w:fill="auto"/>
          </w:tcPr>
          <w:p w14:paraId="29A431D4" w14:textId="37915CE6" w:rsidR="00B61EDA" w:rsidRPr="00B61EDA" w:rsidRDefault="00B61EDA" w:rsidP="00B61EDA">
            <w:r w:rsidRPr="00B61EDA">
              <w:t xml:space="preserve">2.1 Clean storage site of </w:t>
            </w:r>
            <w:r w:rsidR="002064C5">
              <w:t>contaminants</w:t>
            </w:r>
            <w:r w:rsidRPr="00B61EDA">
              <w:t xml:space="preserve"> </w:t>
            </w:r>
            <w:r w:rsidR="002064C5">
              <w:t xml:space="preserve">according to </w:t>
            </w:r>
            <w:r w:rsidR="00735FFF">
              <w:t xml:space="preserve">work </w:t>
            </w:r>
            <w:proofErr w:type="spellStart"/>
            <w:r w:rsidR="00735FFF">
              <w:t>palce</w:t>
            </w:r>
            <w:proofErr w:type="spellEnd"/>
            <w:r w:rsidR="00735FFF">
              <w:t xml:space="preserve"> and biosecurity procedures</w:t>
            </w:r>
          </w:p>
          <w:p w14:paraId="1B185A8C" w14:textId="184872E4" w:rsidR="00B61EDA" w:rsidRPr="00B61EDA" w:rsidRDefault="00B61EDA" w:rsidP="00B61EDA">
            <w:r w:rsidRPr="00B61EDA">
              <w:t xml:space="preserve">2.2 Dispose </w:t>
            </w:r>
            <w:r w:rsidR="002064C5">
              <w:t>of waste according to workplace procedures</w:t>
            </w:r>
          </w:p>
          <w:p w14:paraId="6BB72E57" w14:textId="2E6C5352" w:rsidR="00B61EDA" w:rsidRPr="00B61EDA" w:rsidRDefault="00B61EDA">
            <w:pPr>
              <w:pStyle w:val="SIText"/>
            </w:pPr>
            <w:r w:rsidRPr="00B61EDA">
              <w:t xml:space="preserve">2.3 Prepare and maintain the storage site </w:t>
            </w:r>
            <w:r w:rsidR="002064C5">
              <w:t>according to procedures</w:t>
            </w:r>
          </w:p>
        </w:tc>
      </w:tr>
      <w:tr w:rsidR="00B61EDA" w:rsidRPr="00963A46" w14:paraId="16CD00DC" w14:textId="77777777" w:rsidTr="00CA2922">
        <w:trPr>
          <w:cantSplit/>
        </w:trPr>
        <w:tc>
          <w:tcPr>
            <w:tcW w:w="1396" w:type="pct"/>
            <w:shd w:val="clear" w:color="auto" w:fill="auto"/>
          </w:tcPr>
          <w:p w14:paraId="6F2E2312" w14:textId="0CC53700" w:rsidR="00B61EDA" w:rsidRPr="00B61EDA" w:rsidRDefault="00B61EDA">
            <w:pPr>
              <w:pStyle w:val="SIText"/>
            </w:pPr>
            <w:r w:rsidRPr="00B61EDA">
              <w:t>3. Prepare storage</w:t>
            </w:r>
            <w:r w:rsidR="00735FFF">
              <w:t xml:space="preserve"> facilities</w:t>
            </w:r>
          </w:p>
        </w:tc>
        <w:tc>
          <w:tcPr>
            <w:tcW w:w="3604" w:type="pct"/>
            <w:shd w:val="clear" w:color="auto" w:fill="auto"/>
          </w:tcPr>
          <w:p w14:paraId="218F100A" w14:textId="149B8E50" w:rsidR="00B61EDA" w:rsidRPr="00B61EDA" w:rsidRDefault="00B61EDA" w:rsidP="00B61EDA">
            <w:r w:rsidRPr="00B61EDA">
              <w:t xml:space="preserve">3.1 Clean </w:t>
            </w:r>
            <w:r w:rsidR="000229E6" w:rsidRPr="00B61EDA">
              <w:t>residue</w:t>
            </w:r>
            <w:r w:rsidR="000229E6" w:rsidRPr="000229E6">
              <w:t xml:space="preserve"> </w:t>
            </w:r>
            <w:r w:rsidR="000229E6">
              <w:t xml:space="preserve">from </w:t>
            </w:r>
            <w:r w:rsidRPr="00B61EDA">
              <w:t>bulk material storage</w:t>
            </w:r>
            <w:r w:rsidR="00735FFF">
              <w:t xml:space="preserve"> facility</w:t>
            </w:r>
            <w:r w:rsidR="000229E6">
              <w:t xml:space="preserve"> </w:t>
            </w:r>
            <w:r w:rsidR="00735FFF">
              <w:t>according to workplace</w:t>
            </w:r>
            <w:r w:rsidR="00735FFF" w:rsidRPr="00735FFF">
              <w:t xml:space="preserve"> and biosecurity procedures</w:t>
            </w:r>
          </w:p>
          <w:p w14:paraId="08672342" w14:textId="1D9A22B9" w:rsidR="00B61EDA" w:rsidRPr="00B61EDA" w:rsidRDefault="00B61EDA" w:rsidP="00B61EDA">
            <w:r w:rsidRPr="00B61EDA">
              <w:t xml:space="preserve">3.2 Check </w:t>
            </w:r>
            <w:r w:rsidR="000229E6" w:rsidRPr="00B61EDA">
              <w:t xml:space="preserve">structural </w:t>
            </w:r>
            <w:r w:rsidR="000229E6">
              <w:t>integrity</w:t>
            </w:r>
            <w:r w:rsidR="000229E6" w:rsidRPr="00B61EDA">
              <w:t>, damage or deterioration</w:t>
            </w:r>
            <w:r w:rsidR="000229E6">
              <w:t xml:space="preserve"> of </w:t>
            </w:r>
            <w:r w:rsidRPr="00B61EDA">
              <w:t>bulk material storage</w:t>
            </w:r>
            <w:r w:rsidR="00735FFF">
              <w:t xml:space="preserve"> facility</w:t>
            </w:r>
            <w:r w:rsidRPr="00B61EDA">
              <w:t xml:space="preserve"> and repair or report</w:t>
            </w:r>
            <w:r w:rsidR="000229E6">
              <w:t xml:space="preserve"> according to workplace procedures</w:t>
            </w:r>
          </w:p>
          <w:p w14:paraId="7C104250" w14:textId="63CE4D46" w:rsidR="00B61EDA" w:rsidRPr="00B61EDA" w:rsidRDefault="00B61EDA">
            <w:pPr>
              <w:pStyle w:val="SIText"/>
            </w:pPr>
            <w:r w:rsidRPr="00B61EDA">
              <w:t>3.3 Prepare and erect temporary storage</w:t>
            </w:r>
            <w:r w:rsidR="00735FFF">
              <w:t xml:space="preserve"> facility </w:t>
            </w:r>
            <w:r w:rsidR="000229E6">
              <w:t>according to work program</w:t>
            </w:r>
            <w:r w:rsidR="005D7753">
              <w:t xml:space="preserve"> instructions</w:t>
            </w:r>
          </w:p>
        </w:tc>
      </w:tr>
      <w:tr w:rsidR="00B61EDA" w:rsidRPr="00963A46" w14:paraId="426A83F8" w14:textId="77777777" w:rsidTr="00CA2922">
        <w:trPr>
          <w:cantSplit/>
        </w:trPr>
        <w:tc>
          <w:tcPr>
            <w:tcW w:w="1396" w:type="pct"/>
            <w:shd w:val="clear" w:color="auto" w:fill="auto"/>
          </w:tcPr>
          <w:p w14:paraId="04383AAB" w14:textId="25E51CF4" w:rsidR="00B61EDA" w:rsidRPr="00B61EDA" w:rsidRDefault="00B61EDA" w:rsidP="00B61EDA">
            <w:pPr>
              <w:pStyle w:val="SIText"/>
            </w:pPr>
            <w:r w:rsidRPr="00B61EDA">
              <w:t>4. Prepare bulk material handling machinery</w:t>
            </w:r>
          </w:p>
        </w:tc>
        <w:tc>
          <w:tcPr>
            <w:tcW w:w="3604" w:type="pct"/>
            <w:shd w:val="clear" w:color="auto" w:fill="auto"/>
          </w:tcPr>
          <w:p w14:paraId="61949248" w14:textId="0AFB59F6" w:rsidR="00B61EDA" w:rsidRPr="00B61EDA" w:rsidRDefault="00B61EDA" w:rsidP="00B61EDA">
            <w:r w:rsidRPr="00B61EDA">
              <w:t>4.1 Clean machinery of contamination and residues</w:t>
            </w:r>
            <w:r w:rsidR="000229E6">
              <w:t xml:space="preserve"> according to workplace</w:t>
            </w:r>
            <w:r w:rsidR="00735FFF">
              <w:t xml:space="preserve"> and biosecurity</w:t>
            </w:r>
            <w:r w:rsidR="000229E6">
              <w:t xml:space="preserve"> procedures</w:t>
            </w:r>
          </w:p>
          <w:p w14:paraId="1BBCC59A" w14:textId="0BB0D3DB" w:rsidR="00B61EDA" w:rsidRPr="00B61EDA" w:rsidRDefault="00B61EDA" w:rsidP="00B61EDA">
            <w:r w:rsidRPr="00B61EDA">
              <w:t xml:space="preserve">4.2 Assist </w:t>
            </w:r>
            <w:r w:rsidR="005D7753">
              <w:t xml:space="preserve">setting and </w:t>
            </w:r>
            <w:r w:rsidRPr="00B61EDA">
              <w:t xml:space="preserve">adjustment </w:t>
            </w:r>
            <w:r w:rsidR="005D7753">
              <w:t>of</w:t>
            </w:r>
            <w:r w:rsidRPr="00B61EDA">
              <w:t xml:space="preserve"> bulk material handling equipment</w:t>
            </w:r>
            <w:r w:rsidR="005D7753">
              <w:t xml:space="preserve"> according to work program instructions</w:t>
            </w:r>
          </w:p>
          <w:p w14:paraId="7C2F6CB6" w14:textId="4D756BE8" w:rsidR="00B61EDA" w:rsidRPr="00B61EDA" w:rsidRDefault="00B61EDA">
            <w:r w:rsidRPr="00B61EDA">
              <w:t xml:space="preserve">4.3 </w:t>
            </w:r>
            <w:r w:rsidR="005D7753">
              <w:t>Conduct pre checks of</w:t>
            </w:r>
            <w:r w:rsidRPr="00B61EDA">
              <w:t xml:space="preserve"> bulk material handling equipment according to manufacturer instructions and </w:t>
            </w:r>
            <w:r w:rsidR="005D7753">
              <w:t>workplace</w:t>
            </w:r>
            <w:r w:rsidR="005D7753" w:rsidRPr="00B61EDA">
              <w:t xml:space="preserve"> </w:t>
            </w:r>
            <w:r w:rsidRPr="00B61EDA">
              <w:t>requirements</w:t>
            </w:r>
          </w:p>
        </w:tc>
      </w:tr>
      <w:tr w:rsidR="00B61EDA" w:rsidRPr="00963A46" w14:paraId="6D675040" w14:textId="77777777" w:rsidTr="00CA2922">
        <w:trPr>
          <w:cantSplit/>
        </w:trPr>
        <w:tc>
          <w:tcPr>
            <w:tcW w:w="1396" w:type="pct"/>
            <w:shd w:val="clear" w:color="auto" w:fill="auto"/>
          </w:tcPr>
          <w:p w14:paraId="52D62B7F" w14:textId="6653B8A5" w:rsidR="00B61EDA" w:rsidRPr="00B61EDA" w:rsidRDefault="00B61EDA" w:rsidP="00B61EDA">
            <w:pPr>
              <w:pStyle w:val="SIText"/>
            </w:pPr>
            <w:r w:rsidRPr="00B61EDA">
              <w:t>5. Complete maintenance operation</w:t>
            </w:r>
          </w:p>
        </w:tc>
        <w:tc>
          <w:tcPr>
            <w:tcW w:w="3604" w:type="pct"/>
            <w:shd w:val="clear" w:color="auto" w:fill="auto"/>
          </w:tcPr>
          <w:p w14:paraId="34DF8974" w14:textId="01B615FE" w:rsidR="00B61EDA" w:rsidRPr="00B61EDA" w:rsidRDefault="00B61EDA" w:rsidP="00B61EDA">
            <w:r w:rsidRPr="00B61EDA">
              <w:t xml:space="preserve">5.1 </w:t>
            </w:r>
            <w:r w:rsidR="00735FFF">
              <w:t>Update grain storage preparation records according to workplace procedures</w:t>
            </w:r>
          </w:p>
          <w:p w14:paraId="7EA8F61D" w14:textId="521586DD" w:rsidR="00B61EDA" w:rsidRPr="00B61EDA" w:rsidRDefault="00B61EDA" w:rsidP="00B61EDA">
            <w:r w:rsidRPr="00B61EDA">
              <w:t xml:space="preserve">5.2 Dispose of waste according to </w:t>
            </w:r>
            <w:r w:rsidR="00735FFF">
              <w:t>workplace</w:t>
            </w:r>
            <w:r w:rsidR="00735FFF" w:rsidRPr="00B61EDA">
              <w:t xml:space="preserve"> </w:t>
            </w:r>
            <w:r w:rsidR="00735FFF">
              <w:t>and environmental procedures</w:t>
            </w:r>
          </w:p>
          <w:p w14:paraId="7D4F7C7A" w14:textId="3B54F39D" w:rsidR="00B61EDA" w:rsidRPr="00B61EDA" w:rsidRDefault="00B61EDA" w:rsidP="00B61EDA">
            <w:r w:rsidRPr="00B61EDA">
              <w:t>5.3 Clean</w:t>
            </w:r>
            <w:r w:rsidR="00735FFF">
              <w:t xml:space="preserve">, maintain </w:t>
            </w:r>
            <w:r w:rsidRPr="00B61EDA">
              <w:t xml:space="preserve">and store tools and equipment </w:t>
            </w:r>
            <w:r w:rsidR="00735FFF">
              <w:t>according to workplace procedures</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25153420"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B1332" w:rsidRPr="00EB1332" w:rsidDel="00423CB2" w14:paraId="4A8F2F34" w14:textId="77777777" w:rsidTr="00CA2922">
        <w:tc>
          <w:tcPr>
            <w:tcW w:w="1396" w:type="pct"/>
          </w:tcPr>
          <w:p w14:paraId="160E5012" w14:textId="10C4369D" w:rsidR="00EB1332" w:rsidRPr="00042B87" w:rsidRDefault="00EB1332">
            <w:pPr>
              <w:pStyle w:val="SIText"/>
            </w:pPr>
            <w:r w:rsidRPr="00042B87">
              <w:t>Reading</w:t>
            </w:r>
          </w:p>
        </w:tc>
        <w:tc>
          <w:tcPr>
            <w:tcW w:w="3604" w:type="pct"/>
          </w:tcPr>
          <w:p w14:paraId="3E22727E" w14:textId="7BCC1D9F" w:rsidR="00EB1332" w:rsidRPr="00EB1332" w:rsidRDefault="00EB1332">
            <w:pPr>
              <w:pStyle w:val="SIBulletList1"/>
            </w:pPr>
            <w:r w:rsidRPr="00042B87">
              <w:t>Interpret manufacturer specifications, work and maintenance programs, and Safety Data Sheets (SDS) relevant to</w:t>
            </w:r>
            <w:r>
              <w:t xml:space="preserve"> storage preparation </w:t>
            </w:r>
            <w:r w:rsidRPr="00042B87">
              <w:t xml:space="preserve">and </w:t>
            </w:r>
            <w:r>
              <w:t>equipment</w:t>
            </w:r>
            <w:r w:rsidRPr="00042B87">
              <w:t xml:space="preserve"> operation</w:t>
            </w:r>
          </w:p>
        </w:tc>
      </w:tr>
      <w:tr w:rsidR="00EB1332" w:rsidRPr="00EB1332" w:rsidDel="00423CB2" w14:paraId="2D82F4A8" w14:textId="77777777" w:rsidTr="0010099A">
        <w:tc>
          <w:tcPr>
            <w:tcW w:w="1396" w:type="pct"/>
          </w:tcPr>
          <w:p w14:paraId="5FC0D9AC" w14:textId="77777777" w:rsidR="00EB1332" w:rsidRPr="00042B87" w:rsidRDefault="00EB1332">
            <w:pPr>
              <w:pStyle w:val="SIText"/>
            </w:pPr>
            <w:r w:rsidRPr="00042B87">
              <w:t>Oral Communication</w:t>
            </w:r>
          </w:p>
        </w:tc>
        <w:tc>
          <w:tcPr>
            <w:tcW w:w="3604" w:type="pct"/>
          </w:tcPr>
          <w:p w14:paraId="046B9014" w14:textId="77777777" w:rsidR="00EB1332" w:rsidRPr="00042B87" w:rsidRDefault="00EB1332">
            <w:pPr>
              <w:pStyle w:val="SIBulletList1"/>
              <w:rPr>
                <w:rFonts w:eastAsia="Calibri"/>
              </w:rPr>
            </w:pPr>
            <w:r w:rsidRPr="00042B87">
              <w:t>Use concepts and industry terminology when communicating with supervisor</w:t>
            </w:r>
          </w:p>
        </w:tc>
      </w:tr>
      <w:tr w:rsidR="00C26702" w:rsidRPr="00EB1332" w:rsidDel="00423CB2" w14:paraId="5C940A9E" w14:textId="77777777" w:rsidTr="00CA2922">
        <w:tc>
          <w:tcPr>
            <w:tcW w:w="1396" w:type="pct"/>
          </w:tcPr>
          <w:p w14:paraId="38F14EC7" w14:textId="1135A1A5" w:rsidR="00C26702" w:rsidRPr="00042B87" w:rsidDel="00C26702" w:rsidRDefault="00452E16">
            <w:pPr>
              <w:pStyle w:val="SIText"/>
            </w:pPr>
            <w:r w:rsidRPr="00042B87">
              <w:t>Numeracy</w:t>
            </w:r>
          </w:p>
        </w:tc>
        <w:tc>
          <w:tcPr>
            <w:tcW w:w="3604" w:type="pct"/>
          </w:tcPr>
          <w:p w14:paraId="1C67FE50" w14:textId="0683EC21" w:rsidR="00C26702" w:rsidRPr="00042B87" w:rsidDel="00C26702" w:rsidRDefault="00FB7AF4">
            <w:pPr>
              <w:pStyle w:val="SIBulletList1"/>
              <w:rPr>
                <w:rFonts w:eastAsia="Calibri"/>
              </w:rPr>
            </w:pPr>
            <w:r w:rsidRPr="00042B87">
              <w:rPr>
                <w:rFonts w:eastAsia="Calibri"/>
              </w:rPr>
              <w:t xml:space="preserve">Use and recognise the numerical relationships between adjustment and settings on bulk materials handling equipment and their effective operation </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FB7AF4" w14:paraId="7EFB7203" w14:textId="77777777" w:rsidTr="00F33FF2">
        <w:tc>
          <w:tcPr>
            <w:tcW w:w="1028" w:type="pct"/>
          </w:tcPr>
          <w:p w14:paraId="03EF5CFE" w14:textId="77777777" w:rsidR="00DA54B5" w:rsidRPr="00FB7AF4" w:rsidRDefault="008E01B5">
            <w:pPr>
              <w:pStyle w:val="SIText"/>
            </w:pPr>
            <w:r w:rsidRPr="00FB7AF4">
              <w:t>AHCBAC204 Prepare grain storages</w:t>
            </w:r>
          </w:p>
          <w:p w14:paraId="6B803FA7" w14:textId="78649F0A" w:rsidR="008E01B5" w:rsidRPr="00FB7AF4" w:rsidRDefault="008E01B5">
            <w:pPr>
              <w:pStyle w:val="SIText"/>
            </w:pPr>
            <w:r w:rsidRPr="00FB7AF4">
              <w:t>Release 2</w:t>
            </w:r>
          </w:p>
        </w:tc>
        <w:tc>
          <w:tcPr>
            <w:tcW w:w="1105" w:type="pct"/>
          </w:tcPr>
          <w:p w14:paraId="75B90B6E" w14:textId="77777777" w:rsidR="00DA54B5" w:rsidRPr="00FB7AF4" w:rsidRDefault="008E01B5">
            <w:pPr>
              <w:pStyle w:val="SIText"/>
            </w:pPr>
            <w:r w:rsidRPr="00FB7AF4">
              <w:t>AHCBAC204 Prepare grain storages</w:t>
            </w:r>
          </w:p>
          <w:p w14:paraId="3216D365" w14:textId="11ABB946" w:rsidR="008E01B5" w:rsidRPr="00FB7AF4" w:rsidRDefault="008E01B5">
            <w:pPr>
              <w:pStyle w:val="SIText"/>
            </w:pPr>
            <w:r w:rsidRPr="00FB7AF4">
              <w:t>Release 1</w:t>
            </w:r>
          </w:p>
        </w:tc>
        <w:tc>
          <w:tcPr>
            <w:tcW w:w="1251" w:type="pct"/>
          </w:tcPr>
          <w:p w14:paraId="00C9ABC1" w14:textId="77777777" w:rsidR="00DA54B5" w:rsidRPr="00042B87" w:rsidRDefault="008E01B5">
            <w:pPr>
              <w:pStyle w:val="SIText"/>
            </w:pPr>
            <w:r w:rsidRPr="00042B87">
              <w:t>Edited Application</w:t>
            </w:r>
            <w:r w:rsidR="00735FFF" w:rsidRPr="00042B87">
              <w:t xml:space="preserve">. Updated, consolidated and </w:t>
            </w:r>
            <w:proofErr w:type="gramStart"/>
            <w:r w:rsidR="00735FFF" w:rsidRPr="00042B87">
              <w:t>re ordered</w:t>
            </w:r>
            <w:proofErr w:type="gramEnd"/>
            <w:r w:rsidR="00735FFF" w:rsidRPr="00042B87">
              <w:t xml:space="preserve"> Performance Criteria.</w:t>
            </w:r>
          </w:p>
          <w:p w14:paraId="0E06528F" w14:textId="77777777" w:rsidR="00735FFF" w:rsidRPr="00042B87" w:rsidRDefault="00735FFF">
            <w:pPr>
              <w:pStyle w:val="SIText"/>
            </w:pPr>
            <w:r w:rsidRPr="00042B87">
              <w:t xml:space="preserve">Added </w:t>
            </w:r>
            <w:r w:rsidR="00FB7AF4" w:rsidRPr="00042B87">
              <w:t>foundation skills.</w:t>
            </w:r>
          </w:p>
          <w:p w14:paraId="30B8888F" w14:textId="05C20FB0" w:rsidR="00FB7AF4" w:rsidRPr="00042B87" w:rsidRDefault="00FB7AF4">
            <w:pPr>
              <w:pStyle w:val="SIText"/>
            </w:pPr>
            <w:r w:rsidRPr="00042B87">
              <w:t>Updated Performance Evidence, Knowledge Evidence and Assessment Conditions</w:t>
            </w:r>
          </w:p>
        </w:tc>
        <w:tc>
          <w:tcPr>
            <w:tcW w:w="1616" w:type="pct"/>
          </w:tcPr>
          <w:p w14:paraId="325B98A3" w14:textId="31B7DD7E" w:rsidR="00DA54B5" w:rsidRPr="00042B87" w:rsidRDefault="008E01B5">
            <w:pPr>
              <w:pStyle w:val="SIText"/>
            </w:pPr>
            <w:r w:rsidRPr="00042B87">
              <w:t>Equivalent</w:t>
            </w:r>
          </w:p>
        </w:tc>
      </w:tr>
    </w:tbl>
    <w:p w14:paraId="50418B56" w14:textId="2399DDA4"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51D90CE5" w:rsidR="00556C4C" w:rsidRPr="000754EC" w:rsidRDefault="00556C4C" w:rsidP="000754EC">
            <w:pPr>
              <w:pStyle w:val="SIUnittitle"/>
            </w:pPr>
            <w:r w:rsidRPr="00F56827">
              <w:t xml:space="preserve">Assessment requirements for </w:t>
            </w:r>
            <w:r w:rsidR="00756458" w:rsidRPr="00756458">
              <w:t>AHCBAC204 Prepare grain storages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16B22EB4" w:rsidR="00DA54B5" w:rsidRPr="00F250F6" w:rsidRDefault="00DA54B5">
            <w:pPr>
              <w:pStyle w:val="SIText"/>
              <w:rPr>
                <w:rStyle w:val="SITemporaryText-red"/>
                <w:color w:val="auto"/>
                <w:sz w:val="20"/>
              </w:rPr>
            </w:pPr>
            <w:r w:rsidRPr="00042B87">
              <w:rPr>
                <w:rStyle w:val="SITemporaryText-red"/>
                <w:color w:val="auto"/>
                <w:sz w:val="20"/>
              </w:rPr>
              <w:t xml:space="preserve">An individual demonstrating competency must satisfy </w:t>
            </w:r>
            <w:proofErr w:type="gramStart"/>
            <w:r w:rsidRPr="00042B87">
              <w:rPr>
                <w:rStyle w:val="SITemporaryText-red"/>
                <w:color w:val="auto"/>
                <w:sz w:val="20"/>
              </w:rPr>
              <w:t>all of</w:t>
            </w:r>
            <w:proofErr w:type="gramEnd"/>
            <w:r w:rsidRPr="00042B87">
              <w:rPr>
                <w:rStyle w:val="SITemporaryText-red"/>
                <w:color w:val="auto"/>
                <w:sz w:val="20"/>
              </w:rPr>
              <w:t xml:space="preserve"> the elements and performance criteria in this unit. </w:t>
            </w:r>
            <w:bookmarkStart w:id="0" w:name="_GoBack"/>
            <w:bookmarkEnd w:id="0"/>
          </w:p>
          <w:p w14:paraId="4A871446" w14:textId="078FC1DC" w:rsidR="00E81EB2" w:rsidRPr="00F250F6" w:rsidRDefault="00D51D1E" w:rsidP="00F250F6">
            <w:pPr>
              <w:pStyle w:val="SIText"/>
              <w:rPr>
                <w:rStyle w:val="SITemporaryText-red"/>
                <w:color w:val="auto"/>
                <w:sz w:val="20"/>
              </w:rPr>
            </w:pPr>
            <w:r w:rsidRPr="00042B87">
              <w:t xml:space="preserve">There must be evidence that the individual has </w:t>
            </w:r>
            <w:r w:rsidR="00E81EB2" w:rsidRPr="00042B87">
              <w:t>prepared grain storage facilities</w:t>
            </w:r>
            <w:r w:rsidR="00EB1332">
              <w:t xml:space="preserve"> </w:t>
            </w:r>
            <w:commentRangeStart w:id="1"/>
            <w:r w:rsidR="00EB1332" w:rsidRPr="00F250F6">
              <w:rPr>
                <w:rStyle w:val="SITemporaryText-red"/>
                <w:color w:val="auto"/>
                <w:sz w:val="20"/>
              </w:rPr>
              <w:t>for any 2 of the</w:t>
            </w:r>
            <w:r w:rsidR="00E81EB2" w:rsidRPr="00F250F6">
              <w:rPr>
                <w:rStyle w:val="SITemporaryText-red"/>
                <w:color w:val="auto"/>
                <w:sz w:val="20"/>
              </w:rPr>
              <w:t xml:space="preserve"> followin</w:t>
            </w:r>
            <w:r w:rsidR="00EB1332" w:rsidRPr="00F250F6">
              <w:rPr>
                <w:rStyle w:val="SITemporaryText-red"/>
                <w:color w:val="auto"/>
                <w:sz w:val="20"/>
              </w:rPr>
              <w:t xml:space="preserve">g </w:t>
            </w:r>
            <w:r w:rsidR="00805A03" w:rsidRPr="00F250F6">
              <w:rPr>
                <w:rStyle w:val="SITemporaryText-red"/>
                <w:color w:val="auto"/>
                <w:sz w:val="20"/>
              </w:rPr>
              <w:t>storage methods</w:t>
            </w:r>
            <w:r w:rsidR="00E81EB2" w:rsidRPr="00F250F6">
              <w:rPr>
                <w:rStyle w:val="SITemporaryText-red"/>
                <w:color w:val="auto"/>
                <w:sz w:val="20"/>
              </w:rPr>
              <w:t>:</w:t>
            </w:r>
          </w:p>
          <w:p w14:paraId="11DBA86D" w14:textId="18504E6F" w:rsidR="00E81EB2" w:rsidRPr="00F250F6" w:rsidRDefault="00E81EB2" w:rsidP="00F250F6">
            <w:pPr>
              <w:pStyle w:val="SIText"/>
              <w:rPr>
                <w:rStyle w:val="SITemporaryText-red"/>
                <w:color w:val="auto"/>
                <w:sz w:val="20"/>
              </w:rPr>
            </w:pPr>
            <w:r w:rsidRPr="00F250F6">
              <w:rPr>
                <w:rStyle w:val="SITemporaryText-red"/>
                <w:color w:val="auto"/>
                <w:sz w:val="20"/>
              </w:rPr>
              <w:t>Silo</w:t>
            </w:r>
          </w:p>
          <w:p w14:paraId="085CD6E7" w14:textId="77777777" w:rsidR="00E81EB2" w:rsidRPr="00F250F6" w:rsidRDefault="00E81EB2" w:rsidP="00F250F6">
            <w:pPr>
              <w:pStyle w:val="SIText"/>
              <w:rPr>
                <w:rStyle w:val="SITemporaryText-red"/>
                <w:color w:val="auto"/>
                <w:sz w:val="20"/>
              </w:rPr>
            </w:pPr>
            <w:r w:rsidRPr="00F250F6">
              <w:rPr>
                <w:rStyle w:val="SITemporaryText-red"/>
                <w:color w:val="auto"/>
                <w:sz w:val="20"/>
              </w:rPr>
              <w:t>Grain Bags</w:t>
            </w:r>
          </w:p>
          <w:p w14:paraId="5BE3A749" w14:textId="6DCC5699" w:rsidR="00EB1332" w:rsidRPr="00F250F6" w:rsidRDefault="00EB1332" w:rsidP="00F250F6">
            <w:pPr>
              <w:pStyle w:val="SIText"/>
              <w:rPr>
                <w:rStyle w:val="SITemporaryText-red"/>
                <w:color w:val="auto"/>
                <w:sz w:val="20"/>
              </w:rPr>
            </w:pPr>
            <w:r w:rsidRPr="00F250F6">
              <w:rPr>
                <w:rStyle w:val="SITemporaryText-red"/>
                <w:color w:val="auto"/>
                <w:sz w:val="20"/>
              </w:rPr>
              <w:t>Shed</w:t>
            </w:r>
          </w:p>
          <w:p w14:paraId="68EE3D4A" w14:textId="15C1C6D3" w:rsidR="00E81EB2" w:rsidRPr="00F250F6" w:rsidRDefault="00E81EB2" w:rsidP="00F250F6">
            <w:pPr>
              <w:pStyle w:val="SIText"/>
              <w:rPr>
                <w:rStyle w:val="SITemporaryText-red"/>
                <w:color w:val="auto"/>
                <w:sz w:val="20"/>
              </w:rPr>
            </w:pPr>
            <w:r w:rsidRPr="00F250F6">
              <w:rPr>
                <w:rStyle w:val="SITemporaryText-red"/>
                <w:color w:val="auto"/>
                <w:sz w:val="20"/>
              </w:rPr>
              <w:t>Bunker/pit</w:t>
            </w:r>
            <w:commentRangeEnd w:id="1"/>
            <w:r w:rsidR="00805A03" w:rsidRPr="00F250F6">
              <w:commentReference w:id="1"/>
            </w:r>
          </w:p>
          <w:p w14:paraId="4C2DC508" w14:textId="77777777" w:rsidR="00EB1332" w:rsidRPr="00042B87" w:rsidRDefault="00EB1332">
            <w:pPr>
              <w:pStyle w:val="SIText"/>
            </w:pPr>
          </w:p>
          <w:p w14:paraId="4CB67BAB" w14:textId="45DCCA36" w:rsidR="00E81EB2" w:rsidRPr="00042B87" w:rsidRDefault="00EB1332" w:rsidP="00042B87">
            <w:r>
              <w:t>There must also be evidence that the individual has:</w:t>
            </w:r>
          </w:p>
          <w:p w14:paraId="764AF98D" w14:textId="79AD77CD" w:rsidR="00B61EDA" w:rsidRPr="00042B87" w:rsidRDefault="00B61EDA">
            <w:pPr>
              <w:pStyle w:val="SIBulletList1"/>
            </w:pPr>
            <w:r w:rsidRPr="00042B87">
              <w:t>identif</w:t>
            </w:r>
            <w:r w:rsidR="00EB1332" w:rsidRPr="00042B87">
              <w:t>ied</w:t>
            </w:r>
            <w:r w:rsidRPr="00042B87">
              <w:t xml:space="preserve"> hazards and follow</w:t>
            </w:r>
            <w:r w:rsidR="00EB1332" w:rsidRPr="00042B87">
              <w:t>ed</w:t>
            </w:r>
            <w:r w:rsidRPr="00042B87">
              <w:t xml:space="preserve"> safe work procedures</w:t>
            </w:r>
          </w:p>
          <w:p w14:paraId="3554941A" w14:textId="0ED9E0F2" w:rsidR="00B61EDA" w:rsidRPr="00042B87" w:rsidRDefault="00B61EDA">
            <w:pPr>
              <w:pStyle w:val="SIBulletList1"/>
            </w:pPr>
            <w:r w:rsidRPr="00042B87">
              <w:t>erect</w:t>
            </w:r>
            <w:r w:rsidR="00EB1332" w:rsidRPr="00042B87">
              <w:t>ed</w:t>
            </w:r>
            <w:r w:rsidRPr="00042B87">
              <w:t xml:space="preserve"> temporary bulk material storages</w:t>
            </w:r>
          </w:p>
          <w:p w14:paraId="08C28948" w14:textId="579765ED" w:rsidR="00B61EDA" w:rsidRPr="00042B87" w:rsidRDefault="00B61EDA">
            <w:pPr>
              <w:pStyle w:val="SIBulletList1"/>
            </w:pPr>
            <w:r w:rsidRPr="00042B87">
              <w:t>check</w:t>
            </w:r>
            <w:r w:rsidR="00EB1332" w:rsidRPr="00042B87">
              <w:t>ed</w:t>
            </w:r>
            <w:r w:rsidRPr="00042B87">
              <w:t xml:space="preserve"> equipment and storage facilities, and identif</w:t>
            </w:r>
            <w:r w:rsidR="00EB1332" w:rsidRPr="00042B87">
              <w:t>ied</w:t>
            </w:r>
            <w:r w:rsidRPr="00042B87">
              <w:t xml:space="preserve"> current or impending faults</w:t>
            </w:r>
          </w:p>
          <w:p w14:paraId="2A194ED9" w14:textId="11C11D29" w:rsidR="00B61EDA" w:rsidRPr="00042B87" w:rsidRDefault="00B61EDA">
            <w:pPr>
              <w:pStyle w:val="SIBulletList1"/>
            </w:pPr>
            <w:r w:rsidRPr="00042B87">
              <w:t>perform</w:t>
            </w:r>
            <w:r w:rsidR="00EB1332" w:rsidRPr="00042B87">
              <w:t>ed</w:t>
            </w:r>
            <w:r w:rsidRPr="00042B87">
              <w:t xml:space="preserve"> pre-operational checks and routine safety, service and maintenance procedures on tools, equipment and machinery</w:t>
            </w:r>
          </w:p>
          <w:p w14:paraId="27F29D72" w14:textId="3888571B" w:rsidR="00B61EDA" w:rsidRPr="00042B87" w:rsidRDefault="00B61EDA">
            <w:pPr>
              <w:pStyle w:val="SIBulletList1"/>
            </w:pPr>
            <w:r w:rsidRPr="00042B87">
              <w:t>operate</w:t>
            </w:r>
            <w:r w:rsidR="00EB1332" w:rsidRPr="00042B87">
              <w:t>d</w:t>
            </w:r>
            <w:r w:rsidRPr="00042B87">
              <w:t xml:space="preserve"> hand and independently powered tools and cleaning equipment to industry standards</w:t>
            </w:r>
          </w:p>
          <w:p w14:paraId="218EE440" w14:textId="5E25C4B4" w:rsidR="00B61EDA" w:rsidRPr="00042B87" w:rsidRDefault="00B61EDA">
            <w:pPr>
              <w:pStyle w:val="SIBulletList1"/>
            </w:pPr>
            <w:r w:rsidRPr="00042B87">
              <w:t>clean</w:t>
            </w:r>
            <w:r w:rsidR="00EB1332" w:rsidRPr="00042B87">
              <w:t>ed</w:t>
            </w:r>
            <w:r w:rsidRPr="00042B87">
              <w:t>, secure</w:t>
            </w:r>
            <w:r w:rsidR="00EB1332" w:rsidRPr="00042B87">
              <w:t>d</w:t>
            </w:r>
            <w:r w:rsidRPr="00042B87">
              <w:t xml:space="preserve"> and store</w:t>
            </w:r>
            <w:r w:rsidR="00EB1332" w:rsidRPr="00042B87">
              <w:t>d</w:t>
            </w:r>
            <w:r w:rsidRPr="00042B87">
              <w:t xml:space="preserve"> machinery and equipment</w:t>
            </w:r>
            <w:r w:rsidR="00EB1332" w:rsidRPr="00042B87">
              <w:t xml:space="preserve"> following use</w:t>
            </w:r>
          </w:p>
          <w:p w14:paraId="68E636BB" w14:textId="12652C1B" w:rsidR="00B61EDA" w:rsidRPr="00042B87" w:rsidRDefault="00B61EDA">
            <w:pPr>
              <w:pStyle w:val="SIBulletList1"/>
            </w:pPr>
            <w:r w:rsidRPr="00042B87">
              <w:t>prepare</w:t>
            </w:r>
            <w:r w:rsidR="00805A03" w:rsidRPr="00042B87">
              <w:t>d</w:t>
            </w:r>
            <w:r w:rsidRPr="00042B87">
              <w:t xml:space="preserve"> storage </w:t>
            </w:r>
            <w:r w:rsidR="00805A03" w:rsidRPr="00042B87">
              <w:t xml:space="preserve">facility ready </w:t>
            </w:r>
            <w:r w:rsidRPr="00042B87">
              <w:t xml:space="preserve">for grain </w:t>
            </w:r>
            <w:r w:rsidR="00805A03" w:rsidRPr="00042B87">
              <w:t>delivery</w:t>
            </w:r>
          </w:p>
          <w:p w14:paraId="1169A77F" w14:textId="77777777" w:rsidR="00805A03" w:rsidRPr="00042B87" w:rsidRDefault="00B61EDA">
            <w:pPr>
              <w:pStyle w:val="SIBulletList1"/>
            </w:pPr>
            <w:r w:rsidRPr="00042B87">
              <w:t>work</w:t>
            </w:r>
            <w:r w:rsidR="00805A03" w:rsidRPr="00042B87">
              <w:t>ed</w:t>
            </w:r>
            <w:r w:rsidRPr="00042B87">
              <w:t xml:space="preserve"> in confined spaces in accordance with State/Territory legislation</w:t>
            </w:r>
          </w:p>
          <w:p w14:paraId="3F4E2EAA" w14:textId="561017F0" w:rsidR="00556C4C" w:rsidRPr="000754EC" w:rsidRDefault="00B61EDA">
            <w:pPr>
              <w:pStyle w:val="SIBulletList1"/>
            </w:pPr>
            <w:r w:rsidRPr="00042B87">
              <w:t>follow</w:t>
            </w:r>
            <w:r w:rsidR="00805A03" w:rsidRPr="00042B87">
              <w:t>ed</w:t>
            </w:r>
            <w:r w:rsidRPr="00042B87">
              <w:t xml:space="preserve"> work health and safety</w:t>
            </w:r>
            <w:r w:rsidR="00805A03" w:rsidRPr="00042B87">
              <w:t xml:space="preserve">, and </w:t>
            </w:r>
            <w:r w:rsidRPr="00042B87">
              <w:t xml:space="preserve">biosecurity </w:t>
            </w:r>
            <w:r w:rsidR="00805A03" w:rsidRPr="00042B87">
              <w:t>procedures</w:t>
            </w:r>
            <w:r w:rsidRPr="00042B87">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3EC15C30" w14:textId="3A0B6285" w:rsidR="00B61EDA" w:rsidRPr="00B61EDA" w:rsidRDefault="006360B7" w:rsidP="00B61EDA">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5A9C1798" w14:textId="42733CBC" w:rsidR="00805A03" w:rsidRDefault="00B61EDA" w:rsidP="00B61EDA">
            <w:pPr>
              <w:pStyle w:val="SIBulletList1"/>
            </w:pPr>
            <w:r w:rsidRPr="00B61EDA">
              <w:t>methods</w:t>
            </w:r>
            <w:r w:rsidR="00805A03">
              <w:t xml:space="preserve"> for storing grain in Australia and their construction, including:</w:t>
            </w:r>
          </w:p>
          <w:p w14:paraId="13408D2E" w14:textId="59EDDD60" w:rsidR="00B61EDA" w:rsidRPr="00B61EDA" w:rsidRDefault="00B61EDA" w:rsidP="00042B87">
            <w:pPr>
              <w:pStyle w:val="SIBulletList2"/>
            </w:pPr>
            <w:r w:rsidRPr="00B61EDA">
              <w:t>hazards, safety and structural requirements for storage</w:t>
            </w:r>
          </w:p>
          <w:p w14:paraId="2E74CAE5" w14:textId="77777777" w:rsidR="00B61EDA" w:rsidRDefault="00B61EDA" w:rsidP="00042B87">
            <w:pPr>
              <w:pStyle w:val="SIBulletList2"/>
            </w:pPr>
            <w:r w:rsidRPr="00B61EDA">
              <w:t>erection and dismantling for types of temporary storage used by organisation</w:t>
            </w:r>
          </w:p>
          <w:p w14:paraId="3B91B036" w14:textId="2469230F" w:rsidR="00805A03" w:rsidRPr="00B61EDA" w:rsidRDefault="00805A03" w:rsidP="00042B87">
            <w:pPr>
              <w:pStyle w:val="SIBulletList2"/>
            </w:pPr>
            <w:r w:rsidRPr="00805A03">
              <w:t>typical signs of structural damage to be documented and reported</w:t>
            </w:r>
          </w:p>
          <w:p w14:paraId="51987AF9" w14:textId="1A116CF5" w:rsidR="00B61EDA" w:rsidRPr="00B61EDA" w:rsidRDefault="00B61EDA" w:rsidP="00B61EDA">
            <w:pPr>
              <w:pStyle w:val="SIBulletList1"/>
            </w:pPr>
            <w:r w:rsidRPr="00B61EDA">
              <w:t xml:space="preserve">commodity quality </w:t>
            </w:r>
            <w:r w:rsidR="00805A03">
              <w:t>standards</w:t>
            </w:r>
            <w:r w:rsidR="00805A03" w:rsidRPr="00B61EDA">
              <w:t xml:space="preserve"> </w:t>
            </w:r>
            <w:r w:rsidRPr="00B61EDA">
              <w:t>for grain storage</w:t>
            </w:r>
          </w:p>
          <w:p w14:paraId="61B27CBE" w14:textId="6DCF0F7A" w:rsidR="00B61EDA" w:rsidRPr="00B61EDA" w:rsidRDefault="00B61EDA" w:rsidP="00B61EDA">
            <w:pPr>
              <w:pStyle w:val="SIBulletList1"/>
            </w:pPr>
            <w:r w:rsidRPr="00B61EDA">
              <w:t xml:space="preserve">grain storage hygiene </w:t>
            </w:r>
            <w:r w:rsidR="00805A03">
              <w:t xml:space="preserve">and biosecurity </w:t>
            </w:r>
            <w:r w:rsidRPr="00B61EDA">
              <w:t>requirements</w:t>
            </w:r>
          </w:p>
          <w:p w14:paraId="1B88C079" w14:textId="390C52EE" w:rsidR="00805A03" w:rsidRDefault="00805A03" w:rsidP="009271BF">
            <w:pPr>
              <w:pStyle w:val="SIBulletList1"/>
            </w:pPr>
            <w:r>
              <w:t>machinery and equipment used in grain storage work, including:</w:t>
            </w:r>
          </w:p>
          <w:p w14:paraId="28D64250" w14:textId="77777777" w:rsidR="00805A03" w:rsidRDefault="00B61EDA" w:rsidP="00042B87">
            <w:pPr>
              <w:pStyle w:val="SIBulletList2"/>
            </w:pPr>
            <w:r w:rsidRPr="00B61EDA">
              <w:t>pre-operational and safety checks</w:t>
            </w:r>
          </w:p>
          <w:p w14:paraId="746459E2" w14:textId="48D92E6F" w:rsidR="00892393" w:rsidRDefault="00892393" w:rsidP="00042B87">
            <w:pPr>
              <w:pStyle w:val="SIBulletList2"/>
            </w:pPr>
            <w:r>
              <w:t>settings and adjustments and effect on grain handling</w:t>
            </w:r>
          </w:p>
          <w:p w14:paraId="1F16BBE4" w14:textId="5D2094D5" w:rsidR="00B61EDA" w:rsidRPr="00B61EDA" w:rsidRDefault="00B61EDA" w:rsidP="00042B87">
            <w:pPr>
              <w:pStyle w:val="SIBulletList2"/>
            </w:pPr>
            <w:r w:rsidRPr="00B61EDA">
              <w:t>servicing and maintenance procedures</w:t>
            </w:r>
          </w:p>
          <w:p w14:paraId="4632EA4D" w14:textId="45FA89BE" w:rsidR="00B61EDA" w:rsidRPr="00B61EDA" w:rsidRDefault="007173EF" w:rsidP="00042B87">
            <w:pPr>
              <w:pStyle w:val="SIBulletList2"/>
            </w:pPr>
            <w:r>
              <w:t xml:space="preserve">safety and </w:t>
            </w:r>
            <w:r w:rsidR="00B61EDA" w:rsidRPr="00B61EDA">
              <w:t>operating principles</w:t>
            </w:r>
          </w:p>
          <w:p w14:paraId="67624906" w14:textId="3B8D8714" w:rsidR="00805A03" w:rsidRDefault="00B61EDA" w:rsidP="00042B87">
            <w:pPr>
              <w:pStyle w:val="SIBulletList2"/>
            </w:pPr>
            <w:r w:rsidRPr="00B61EDA">
              <w:t>cleaning</w:t>
            </w:r>
            <w:r w:rsidR="00805A03">
              <w:t xml:space="preserve"> and </w:t>
            </w:r>
            <w:r w:rsidRPr="00B61EDA">
              <w:t>storage</w:t>
            </w:r>
          </w:p>
          <w:p w14:paraId="2A5368F6" w14:textId="3F83DB1D" w:rsidR="00B61EDA" w:rsidRPr="00B61EDA" w:rsidRDefault="00805A03" w:rsidP="00042B87">
            <w:pPr>
              <w:pStyle w:val="SIBulletList2"/>
            </w:pPr>
            <w:r>
              <w:t>biosecurity requirements</w:t>
            </w:r>
          </w:p>
          <w:p w14:paraId="5CEE68CD" w14:textId="19EDF232" w:rsidR="00B61EDA" w:rsidRPr="00B61EDA" w:rsidRDefault="00805A03" w:rsidP="00B61EDA">
            <w:pPr>
              <w:pStyle w:val="SIBulletList1"/>
            </w:pPr>
            <w:r>
              <w:t xml:space="preserve">common problems and </w:t>
            </w:r>
            <w:r w:rsidR="00B61EDA" w:rsidRPr="00B61EDA">
              <w:t>contingenc</w:t>
            </w:r>
            <w:r>
              <w:t xml:space="preserve">ies in grain storage </w:t>
            </w:r>
            <w:r w:rsidR="00B61EDA" w:rsidRPr="00B61EDA">
              <w:t>situations</w:t>
            </w:r>
          </w:p>
          <w:p w14:paraId="41376C98" w14:textId="7B649939" w:rsidR="00B61EDA" w:rsidRPr="00B61EDA" w:rsidRDefault="007173EF" w:rsidP="00B61EDA">
            <w:pPr>
              <w:pStyle w:val="SIBulletList1"/>
            </w:pPr>
            <w:r>
              <w:t xml:space="preserve">workplace health and </w:t>
            </w:r>
            <w:r w:rsidRPr="00B61EDA">
              <w:t>safe</w:t>
            </w:r>
            <w:r>
              <w:t>ty</w:t>
            </w:r>
            <w:r w:rsidRPr="00B61EDA">
              <w:t xml:space="preserve"> practices</w:t>
            </w:r>
            <w:r>
              <w:t xml:space="preserve"> and </w:t>
            </w:r>
            <w:r w:rsidR="00B61EDA" w:rsidRPr="00B61EDA">
              <w:t>p</w:t>
            </w:r>
            <w:r>
              <w:t>ersonal p</w:t>
            </w:r>
            <w:r w:rsidR="00B61EDA" w:rsidRPr="00B61EDA">
              <w:t>rotecti</w:t>
            </w:r>
            <w:r>
              <w:t>on, including:</w:t>
            </w:r>
            <w:r w:rsidR="00B61EDA" w:rsidRPr="00B61EDA">
              <w:t xml:space="preserve"> </w:t>
            </w:r>
          </w:p>
          <w:p w14:paraId="064DE12F" w14:textId="5D572C59" w:rsidR="00B61EDA" w:rsidRPr="00B61EDA" w:rsidRDefault="00B61EDA" w:rsidP="00042B87">
            <w:pPr>
              <w:pStyle w:val="SIBulletList2"/>
            </w:pPr>
            <w:r w:rsidRPr="00B61EDA">
              <w:t>working in confined spaces</w:t>
            </w:r>
            <w:r w:rsidR="007173EF">
              <w:t xml:space="preserve"> and legislative responsibilities</w:t>
            </w:r>
          </w:p>
          <w:p w14:paraId="74C47301" w14:textId="77777777" w:rsidR="00B61EDA" w:rsidRPr="00B61EDA" w:rsidRDefault="00B61EDA" w:rsidP="00042B87">
            <w:pPr>
              <w:pStyle w:val="SIBulletList2"/>
            </w:pPr>
            <w:r w:rsidRPr="00B61EDA">
              <w:t>potential hazards associated with the operation of basic tools and equipment</w:t>
            </w:r>
          </w:p>
          <w:p w14:paraId="2F7CF0A4" w14:textId="744D29EC" w:rsidR="00B61EDA" w:rsidRPr="00B61EDA" w:rsidRDefault="00B61EDA" w:rsidP="00042B87">
            <w:pPr>
              <w:pStyle w:val="SIBulletList2"/>
            </w:pPr>
            <w:r w:rsidRPr="00B61EDA">
              <w:t xml:space="preserve">regulations and codes of practice </w:t>
            </w:r>
            <w:r w:rsidR="007173EF">
              <w:t xml:space="preserve">for grain storage </w:t>
            </w:r>
            <w:r w:rsidRPr="00B61EDA">
              <w:t>machinery and equipment</w:t>
            </w:r>
          </w:p>
          <w:p w14:paraId="6728800B" w14:textId="4F4E2989" w:rsidR="00B61EDA" w:rsidRPr="00B61EDA" w:rsidRDefault="00B61EDA" w:rsidP="00042B87">
            <w:pPr>
              <w:pStyle w:val="SIBulletList2"/>
            </w:pPr>
            <w:r w:rsidRPr="00B61EDA">
              <w:t>personal protective clothing and equipment and when it should be used</w:t>
            </w:r>
          </w:p>
          <w:p w14:paraId="594042BC" w14:textId="049C4EB4" w:rsidR="00F1480E" w:rsidRPr="000754EC" w:rsidRDefault="00B61EDA" w:rsidP="00B61EDA">
            <w:pPr>
              <w:pStyle w:val="SIBulletList1"/>
            </w:pPr>
            <w:r w:rsidRPr="00B61EDA">
              <w:t>recording and reporting procedures.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3A9952BA" w14:textId="79E772D9" w:rsidR="00DA54B5" w:rsidRPr="00042B87" w:rsidRDefault="00DA54B5">
            <w:r w:rsidRPr="00042B87">
              <w:t xml:space="preserve">Assessment of the skills in this unit of competency must take place under the following conditions: </w:t>
            </w:r>
          </w:p>
          <w:p w14:paraId="04186F1B" w14:textId="7B841260" w:rsidR="00DA54B5" w:rsidRPr="00042B87" w:rsidRDefault="00DA54B5">
            <w:pPr>
              <w:pStyle w:val="SIBulletList1"/>
            </w:pPr>
            <w:r w:rsidRPr="00042B87">
              <w:t>physical conditions:</w:t>
            </w:r>
          </w:p>
          <w:p w14:paraId="386B05FF" w14:textId="51B073C7" w:rsidR="00DA54B5" w:rsidRPr="00042B87" w:rsidRDefault="00DA54B5">
            <w:pPr>
              <w:pStyle w:val="SIBulletList2"/>
              <w:rPr>
                <w:rFonts w:eastAsia="Calibri"/>
              </w:rPr>
            </w:pPr>
            <w:r w:rsidRPr="00042B87">
              <w:t xml:space="preserve">skills must be demonstrated </w:t>
            </w:r>
            <w:r w:rsidR="007173EF">
              <w:t xml:space="preserve">at a grain storage facility </w:t>
            </w:r>
            <w:r w:rsidRPr="00042B87">
              <w:t>or an environment that accurately represents workplace conditions</w:t>
            </w:r>
          </w:p>
          <w:p w14:paraId="7CD1E166" w14:textId="078E0E5E" w:rsidR="00DA54B5" w:rsidRPr="00042B87" w:rsidRDefault="00DA54B5">
            <w:pPr>
              <w:pStyle w:val="SIBulletList1"/>
            </w:pPr>
            <w:r w:rsidRPr="00042B87">
              <w:t>resources, equipment and materials:</w:t>
            </w:r>
          </w:p>
          <w:p w14:paraId="1AC0F720" w14:textId="6FC9E76A" w:rsidR="00DA54B5" w:rsidRDefault="00892393">
            <w:pPr>
              <w:pStyle w:val="SIBulletList2"/>
              <w:rPr>
                <w:rFonts w:eastAsia="Calibri"/>
              </w:rPr>
            </w:pPr>
            <w:r>
              <w:rPr>
                <w:rFonts w:eastAsia="Calibri"/>
              </w:rPr>
              <w:t xml:space="preserve">use of </w:t>
            </w:r>
            <w:r w:rsidR="007173EF">
              <w:rPr>
                <w:rFonts w:eastAsia="Calibri"/>
              </w:rPr>
              <w:t>materials and consumables for grain storage repair/construction</w:t>
            </w:r>
          </w:p>
          <w:p w14:paraId="47A0ABB1" w14:textId="58691B37" w:rsidR="007173EF" w:rsidRDefault="00892393">
            <w:pPr>
              <w:pStyle w:val="SIBulletList2"/>
              <w:rPr>
                <w:rFonts w:eastAsia="Calibri"/>
              </w:rPr>
            </w:pPr>
            <w:r>
              <w:rPr>
                <w:rFonts w:eastAsia="Calibri"/>
              </w:rPr>
              <w:t xml:space="preserve">use of </w:t>
            </w:r>
            <w:r w:rsidR="007173EF">
              <w:rPr>
                <w:rFonts w:eastAsia="Calibri"/>
              </w:rPr>
              <w:t>cleaning tools, equipment and consumables</w:t>
            </w:r>
          </w:p>
          <w:p w14:paraId="3D4465FC" w14:textId="04095090" w:rsidR="00892393" w:rsidRPr="00042B87" w:rsidRDefault="00892393">
            <w:pPr>
              <w:pStyle w:val="SIBulletList2"/>
              <w:rPr>
                <w:rFonts w:eastAsia="Calibri"/>
              </w:rPr>
            </w:pPr>
            <w:r>
              <w:rPr>
                <w:rFonts w:eastAsia="Calibri"/>
              </w:rPr>
              <w:lastRenderedPageBreak/>
              <w:t>access to machinery and equipment for grain handling</w:t>
            </w:r>
          </w:p>
          <w:p w14:paraId="4AB282A7" w14:textId="63B9EE8D" w:rsidR="00DA54B5" w:rsidRPr="00042B87" w:rsidRDefault="00DA54B5">
            <w:pPr>
              <w:pStyle w:val="SIBulletList2"/>
              <w:rPr>
                <w:rFonts w:eastAsia="Calibri"/>
              </w:rPr>
            </w:pPr>
            <w:r w:rsidRPr="00042B87">
              <w:t>use of specific items of personal protective equipment</w:t>
            </w:r>
          </w:p>
          <w:p w14:paraId="3D4B0BD2" w14:textId="2A5D4ACF" w:rsidR="00DA54B5" w:rsidRPr="00042B87" w:rsidRDefault="00DA54B5">
            <w:pPr>
              <w:pStyle w:val="SIBulletList1"/>
              <w:rPr>
                <w:rFonts w:eastAsia="Calibri"/>
              </w:rPr>
            </w:pPr>
            <w:r w:rsidRPr="00042B87">
              <w:rPr>
                <w:rFonts w:eastAsia="Calibri"/>
              </w:rPr>
              <w:t>specifications:</w:t>
            </w:r>
          </w:p>
          <w:p w14:paraId="52F2B44F" w14:textId="1A4AD7B3" w:rsidR="00892393" w:rsidRDefault="00DA54B5">
            <w:pPr>
              <w:pStyle w:val="SIBulletList2"/>
              <w:rPr>
                <w:rFonts w:eastAsia="Calibri"/>
              </w:rPr>
            </w:pPr>
            <w:r w:rsidRPr="00042B87">
              <w:rPr>
                <w:rFonts w:eastAsia="Calibri"/>
              </w:rPr>
              <w:t>use of workplace procedures</w:t>
            </w:r>
          </w:p>
          <w:p w14:paraId="4B734460" w14:textId="5626863D" w:rsidR="00DA54B5" w:rsidRPr="00042B87" w:rsidRDefault="00DA54B5">
            <w:pPr>
              <w:pStyle w:val="SIBulletList2"/>
              <w:rPr>
                <w:rFonts w:eastAsia="Calibri"/>
              </w:rPr>
            </w:pPr>
            <w:r w:rsidRPr="00042B87">
              <w:rPr>
                <w:rFonts w:eastAsia="Calibri"/>
              </w:rPr>
              <w:t>use of manufacturer operating instructions for equipment</w:t>
            </w:r>
            <w:r w:rsidR="00892393">
              <w:rPr>
                <w:rFonts w:eastAsia="Calibri"/>
              </w:rPr>
              <w:t xml:space="preserve"> and </w:t>
            </w:r>
            <w:r w:rsidRPr="00042B87">
              <w:rPr>
                <w:rFonts w:eastAsia="Calibri"/>
              </w:rPr>
              <w:t>machinery</w:t>
            </w:r>
          </w:p>
          <w:p w14:paraId="2012E867" w14:textId="4ACBE91E" w:rsidR="00DA54B5" w:rsidRPr="00042B87" w:rsidRDefault="00DA54B5">
            <w:pPr>
              <w:pStyle w:val="SIBulletList2"/>
              <w:rPr>
                <w:rFonts w:eastAsia="Calibri"/>
              </w:rPr>
            </w:pPr>
            <w:r w:rsidRPr="00042B87">
              <w:rPr>
                <w:rFonts w:eastAsia="Calibri"/>
              </w:rPr>
              <w:t>access to safety data sheets</w:t>
            </w:r>
          </w:p>
          <w:p w14:paraId="106A7384" w14:textId="1D942521" w:rsidR="00DA54B5" w:rsidRPr="00042B87" w:rsidRDefault="00DA54B5">
            <w:pPr>
              <w:pStyle w:val="SIBulletList2"/>
              <w:rPr>
                <w:rFonts w:eastAsia="Calibri"/>
              </w:rPr>
            </w:pPr>
            <w:r w:rsidRPr="00042B87">
              <w:rPr>
                <w:rFonts w:eastAsia="Calibri"/>
              </w:rPr>
              <w:t>use of workplace instructions</w:t>
            </w:r>
          </w:p>
          <w:p w14:paraId="1DCB4165" w14:textId="34D5C6E0" w:rsidR="00DA54B5" w:rsidRPr="00042B87" w:rsidRDefault="00DA54B5" w:rsidP="00042B87">
            <w:pPr>
              <w:pStyle w:val="SIBulletList1"/>
            </w:pPr>
            <w:r w:rsidRPr="00042B87">
              <w:t xml:space="preserve">relationships: </w:t>
            </w:r>
          </w:p>
          <w:p w14:paraId="19987618" w14:textId="67D784C8" w:rsidR="00DA54B5" w:rsidRPr="00042B87" w:rsidRDefault="00DA54B5">
            <w:pPr>
              <w:pStyle w:val="SIBulletList2"/>
            </w:pPr>
            <w:r w:rsidRPr="00042B87">
              <w:t>supervisor</w:t>
            </w:r>
            <w:r w:rsidR="00892393">
              <w:t>.</w:t>
            </w:r>
          </w:p>
          <w:p w14:paraId="3DE0592A" w14:textId="77777777" w:rsidR="00DA54B5" w:rsidRPr="00042B87" w:rsidRDefault="00DA54B5" w:rsidP="00042B87"/>
          <w:p w14:paraId="408F0CDB" w14:textId="3E76C64F" w:rsidR="00DA54B5" w:rsidRPr="00DA54B5" w:rsidRDefault="00DA54B5">
            <w:pPr>
              <w:rPr>
                <w:rStyle w:val="SITemporaryText-red"/>
                <w:rFonts w:eastAsia="Calibri"/>
              </w:rPr>
            </w:pPr>
            <w:r w:rsidRPr="00042B87">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7536A9"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20-12-10T15:28:00Z" w:initials="RB">
    <w:p w14:paraId="270801A5" w14:textId="08770F8C" w:rsidR="00805A03" w:rsidRDefault="00805A03">
      <w:r>
        <w:annotationRef/>
      </w:r>
      <w:r>
        <w:t>Is this reasonable?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0801A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0801A5" w16cid:durableId="23B2E6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57EA0" w14:textId="77777777" w:rsidR="007536A9" w:rsidRDefault="007536A9" w:rsidP="00BF3F0A">
      <w:r>
        <w:separator/>
      </w:r>
    </w:p>
    <w:p w14:paraId="1DF78596" w14:textId="77777777" w:rsidR="007536A9" w:rsidRDefault="007536A9"/>
  </w:endnote>
  <w:endnote w:type="continuationSeparator" w:id="0">
    <w:p w14:paraId="3160488C" w14:textId="77777777" w:rsidR="007536A9" w:rsidRDefault="007536A9" w:rsidP="00BF3F0A">
      <w:r>
        <w:continuationSeparator/>
      </w:r>
    </w:p>
    <w:p w14:paraId="55CBFE45" w14:textId="77777777" w:rsidR="007536A9" w:rsidRDefault="007536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42B87">
          <w:rPr>
            <w:noProof/>
          </w:rPr>
          <w:t>2</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30883" w14:textId="77777777" w:rsidR="007536A9" w:rsidRDefault="007536A9" w:rsidP="00BF3F0A">
      <w:r>
        <w:separator/>
      </w:r>
    </w:p>
    <w:p w14:paraId="3F0A5797" w14:textId="77777777" w:rsidR="007536A9" w:rsidRDefault="007536A9"/>
  </w:footnote>
  <w:footnote w:type="continuationSeparator" w:id="0">
    <w:p w14:paraId="46017984" w14:textId="77777777" w:rsidR="007536A9" w:rsidRDefault="007536A9" w:rsidP="00BF3F0A">
      <w:r>
        <w:continuationSeparator/>
      </w:r>
    </w:p>
    <w:p w14:paraId="419F9CB6" w14:textId="77777777" w:rsidR="007536A9" w:rsidRDefault="007536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766DECC7" w:rsidR="009C2650" w:rsidRPr="00756458" w:rsidRDefault="00756458" w:rsidP="00756458">
    <w:r w:rsidRPr="00756458">
      <w:rPr>
        <w:lang w:eastAsia="en-US"/>
      </w:rPr>
      <w:t>AHCBAC204 Prepare grain storages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5534"/>
    <w:rsid w:val="00016803"/>
    <w:rsid w:val="000229E6"/>
    <w:rsid w:val="00023992"/>
    <w:rsid w:val="000275AE"/>
    <w:rsid w:val="00041E59"/>
    <w:rsid w:val="00042B87"/>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64C5"/>
    <w:rsid w:val="0021210E"/>
    <w:rsid w:val="0021414D"/>
    <w:rsid w:val="00223124"/>
    <w:rsid w:val="00233143"/>
    <w:rsid w:val="00234444"/>
    <w:rsid w:val="00242293"/>
    <w:rsid w:val="00244EA7"/>
    <w:rsid w:val="00262FC3"/>
    <w:rsid w:val="0026394F"/>
    <w:rsid w:val="00267AF6"/>
    <w:rsid w:val="00276DB8"/>
    <w:rsid w:val="00282664"/>
    <w:rsid w:val="00285FB8"/>
    <w:rsid w:val="00286C7E"/>
    <w:rsid w:val="002970C3"/>
    <w:rsid w:val="002A4CD3"/>
    <w:rsid w:val="002A6CC4"/>
    <w:rsid w:val="002C55E9"/>
    <w:rsid w:val="002D0C8B"/>
    <w:rsid w:val="002D330A"/>
    <w:rsid w:val="002E170C"/>
    <w:rsid w:val="002E193E"/>
    <w:rsid w:val="00305EFF"/>
    <w:rsid w:val="00310A6A"/>
    <w:rsid w:val="00311E43"/>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370C"/>
    <w:rsid w:val="003C13AE"/>
    <w:rsid w:val="003C7152"/>
    <w:rsid w:val="003D2E73"/>
    <w:rsid w:val="003E72B6"/>
    <w:rsid w:val="003E7BBE"/>
    <w:rsid w:val="004127E3"/>
    <w:rsid w:val="0043212E"/>
    <w:rsid w:val="00434366"/>
    <w:rsid w:val="00434ECE"/>
    <w:rsid w:val="00444423"/>
    <w:rsid w:val="00452E16"/>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86D6B"/>
    <w:rsid w:val="005A1D70"/>
    <w:rsid w:val="005A3AA5"/>
    <w:rsid w:val="005A6C9C"/>
    <w:rsid w:val="005A74DC"/>
    <w:rsid w:val="005B5146"/>
    <w:rsid w:val="005D1AFD"/>
    <w:rsid w:val="005D7753"/>
    <w:rsid w:val="005E51E6"/>
    <w:rsid w:val="005F027A"/>
    <w:rsid w:val="005F33CC"/>
    <w:rsid w:val="005F771F"/>
    <w:rsid w:val="006121D4"/>
    <w:rsid w:val="00613B49"/>
    <w:rsid w:val="00616845"/>
    <w:rsid w:val="00620E8E"/>
    <w:rsid w:val="00633CFE"/>
    <w:rsid w:val="00634FCA"/>
    <w:rsid w:val="006360B7"/>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173EF"/>
    <w:rsid w:val="00722769"/>
    <w:rsid w:val="00727901"/>
    <w:rsid w:val="0073075B"/>
    <w:rsid w:val="0073404B"/>
    <w:rsid w:val="007341FF"/>
    <w:rsid w:val="00735FFF"/>
    <w:rsid w:val="007404E9"/>
    <w:rsid w:val="007444CF"/>
    <w:rsid w:val="00752C75"/>
    <w:rsid w:val="007536A9"/>
    <w:rsid w:val="00756458"/>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5A03"/>
    <w:rsid w:val="00817D51"/>
    <w:rsid w:val="00823530"/>
    <w:rsid w:val="00823FF4"/>
    <w:rsid w:val="00830267"/>
    <w:rsid w:val="008306E7"/>
    <w:rsid w:val="008322BE"/>
    <w:rsid w:val="00834BC8"/>
    <w:rsid w:val="00837FD6"/>
    <w:rsid w:val="00847B60"/>
    <w:rsid w:val="00850243"/>
    <w:rsid w:val="00851BE5"/>
    <w:rsid w:val="008545EB"/>
    <w:rsid w:val="00865011"/>
    <w:rsid w:val="00872A59"/>
    <w:rsid w:val="00886790"/>
    <w:rsid w:val="008908DE"/>
    <w:rsid w:val="00892393"/>
    <w:rsid w:val="008A12ED"/>
    <w:rsid w:val="008A39D3"/>
    <w:rsid w:val="008B2C77"/>
    <w:rsid w:val="008B4AD2"/>
    <w:rsid w:val="008B7138"/>
    <w:rsid w:val="008E01B5"/>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A71BE"/>
    <w:rsid w:val="009B331A"/>
    <w:rsid w:val="009C2650"/>
    <w:rsid w:val="009D15E2"/>
    <w:rsid w:val="009D15FE"/>
    <w:rsid w:val="009D5D2C"/>
    <w:rsid w:val="009F0DCC"/>
    <w:rsid w:val="009F11CA"/>
    <w:rsid w:val="00A0695B"/>
    <w:rsid w:val="00A13052"/>
    <w:rsid w:val="00A174F4"/>
    <w:rsid w:val="00A21011"/>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B51ED"/>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1EDA"/>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26702"/>
    <w:rsid w:val="00C30A29"/>
    <w:rsid w:val="00C317D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E4018"/>
    <w:rsid w:val="00CE6CF9"/>
    <w:rsid w:val="00CE7D19"/>
    <w:rsid w:val="00CF0CF5"/>
    <w:rsid w:val="00CF2B3E"/>
    <w:rsid w:val="00D0201F"/>
    <w:rsid w:val="00D03685"/>
    <w:rsid w:val="00D0551A"/>
    <w:rsid w:val="00D07D4E"/>
    <w:rsid w:val="00D115AA"/>
    <w:rsid w:val="00D145BE"/>
    <w:rsid w:val="00D2035A"/>
    <w:rsid w:val="00D20C57"/>
    <w:rsid w:val="00D25D16"/>
    <w:rsid w:val="00D32124"/>
    <w:rsid w:val="00D51D1E"/>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E238E6"/>
    <w:rsid w:val="00E34CD8"/>
    <w:rsid w:val="00E35064"/>
    <w:rsid w:val="00E3681D"/>
    <w:rsid w:val="00E40225"/>
    <w:rsid w:val="00E501F0"/>
    <w:rsid w:val="00E6166D"/>
    <w:rsid w:val="00E81EB2"/>
    <w:rsid w:val="00E91BFF"/>
    <w:rsid w:val="00E92933"/>
    <w:rsid w:val="00E933B0"/>
    <w:rsid w:val="00E94FAD"/>
    <w:rsid w:val="00E95498"/>
    <w:rsid w:val="00EB0AA4"/>
    <w:rsid w:val="00EB1332"/>
    <w:rsid w:val="00EB5C88"/>
    <w:rsid w:val="00EC0469"/>
    <w:rsid w:val="00EC0C3E"/>
    <w:rsid w:val="00EF01F8"/>
    <w:rsid w:val="00EF3268"/>
    <w:rsid w:val="00EF40EF"/>
    <w:rsid w:val="00EF47FE"/>
    <w:rsid w:val="00F069BD"/>
    <w:rsid w:val="00F1480E"/>
    <w:rsid w:val="00F1497D"/>
    <w:rsid w:val="00F16AAC"/>
    <w:rsid w:val="00F250F6"/>
    <w:rsid w:val="00F30C7D"/>
    <w:rsid w:val="00F33FF2"/>
    <w:rsid w:val="00F438FC"/>
    <w:rsid w:val="00F5616F"/>
    <w:rsid w:val="00F56451"/>
    <w:rsid w:val="00F56827"/>
    <w:rsid w:val="00F62866"/>
    <w:rsid w:val="00F65EF0"/>
    <w:rsid w:val="00F71651"/>
    <w:rsid w:val="00F76191"/>
    <w:rsid w:val="00F76CC6"/>
    <w:rsid w:val="00F8149F"/>
    <w:rsid w:val="00F83D7C"/>
    <w:rsid w:val="00FB232E"/>
    <w:rsid w:val="00FB7AF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833B-2558-4B27-9A6A-879120E8C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6CD6558-F1A5-46A0-B5B9-8811867FD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141</TotalTime>
  <Pages>4</Pages>
  <Words>1134</Words>
  <Characters>6468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24</cp:revision>
  <cp:lastPrinted>2016-05-27T05:21:00Z</cp:lastPrinted>
  <dcterms:created xsi:type="dcterms:W3CDTF">2020-08-25T06:08:00Z</dcterms:created>
  <dcterms:modified xsi:type="dcterms:W3CDTF">2021-01-20T06:28:00Z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